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283B359-C0E9-46D5-8FB6-3689F3FB7DB6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